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2B3" w:rsidRDefault="008622B3">
      <w:r>
        <w:t>How can the photo be imbedded in the text rather than an attachment?</w:t>
      </w:r>
    </w:p>
    <w:p w:rsidR="00533F4F" w:rsidRDefault="004A0A3F">
      <w:r>
        <w:t>Email to past customers showing an old costume in action….</w:t>
      </w:r>
    </w:p>
    <w:p w:rsidR="004A0A3F" w:rsidRDefault="004A0A3F"/>
    <w:p w:rsidR="00CA0BB5" w:rsidRDefault="00CA0BB5">
      <w:r>
        <w:t xml:space="preserve">Hi </w:t>
      </w:r>
      <w:r w:rsidRPr="00070D3A">
        <w:rPr>
          <w:highlight w:val="cyan"/>
        </w:rPr>
        <w:t>Apple Valley</w:t>
      </w:r>
      <w:r>
        <w:t xml:space="preserve"> HS Dance Team!</w:t>
      </w:r>
    </w:p>
    <w:p w:rsidR="00070D3A" w:rsidRDefault="00CA0BB5">
      <w:r>
        <w:t xml:space="preserve">We know that </w:t>
      </w:r>
      <w:r w:rsidR="00ED1E19">
        <w:t xml:space="preserve">Minnesota high school dance </w:t>
      </w:r>
      <w:bookmarkStart w:id="0" w:name="_GoBack"/>
      <w:bookmarkEnd w:id="0"/>
      <w:r>
        <w:t xml:space="preserve">teams are working on </w:t>
      </w:r>
      <w:r w:rsidR="00070D3A">
        <w:t xml:space="preserve">your </w:t>
      </w:r>
      <w:r w:rsidR="00DE4F4C">
        <w:t>plans for next season, right now.</w:t>
      </w:r>
    </w:p>
    <w:p w:rsidR="00070D3A" w:rsidRDefault="00CA0BB5">
      <w:r>
        <w:t xml:space="preserve">We would like to remind you that over the years, Satin Stitches has partnered with your dance team to create some fabulous team costumes. </w:t>
      </w:r>
    </w:p>
    <w:p w:rsidR="00CA0BB5" w:rsidRDefault="00CA0BB5">
      <w:r>
        <w:t>We have been digging through our old picture files, and we have unearthed some really fun photos. We would like to share with you, in hopes that you will once again consider Satin Stitches for your team costume needs.</w:t>
      </w:r>
    </w:p>
    <w:p w:rsidR="00CA0BB5" w:rsidRDefault="00CF653C">
      <w:r>
        <w:t>Here is our link to satinstitches.com, where we have information on how to custom order.</w:t>
      </w:r>
    </w:p>
    <w:p w:rsidR="00CF653C" w:rsidRDefault="00CF653C">
      <w:r>
        <w:t>If you budget is small, please consider ordering our less expensive customizable styles from shop.satinstitches.com. Here is our link to high school dance team options.</w:t>
      </w:r>
    </w:p>
    <w:p w:rsidR="00CF653C" w:rsidRDefault="00CF653C">
      <w:r>
        <w:t>And our social media links.</w:t>
      </w:r>
    </w:p>
    <w:sectPr w:rsidR="00CF65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A3F"/>
    <w:rsid w:val="00070D3A"/>
    <w:rsid w:val="004A0A3F"/>
    <w:rsid w:val="00533F4F"/>
    <w:rsid w:val="008622B3"/>
    <w:rsid w:val="00CA0BB5"/>
    <w:rsid w:val="00CF653C"/>
    <w:rsid w:val="00DE4F4C"/>
    <w:rsid w:val="00ED1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7B6843-B3FD-4A0D-94DA-747465379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i/>
      <w:iCs/>
      <w:color w:val="5B9BD5"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Pr>
      <w:i/>
      <w:iCs/>
      <w:color w:val="5B9BD5" w:themeColor="accent1"/>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Pr>
      <w:b/>
      <w:bCs/>
      <w:smallCaps/>
      <w:color w:val="5B9BD5" w:themeColor="accent1"/>
      <w:spacing w:val="5"/>
    </w:rPr>
  </w:style>
  <w:style w:type="character" w:styleId="BookTitle">
    <w:name w:val="Book Title"/>
    <w:basedOn w:val="DefaultParagraphFont"/>
    <w:uiPriority w:val="33"/>
    <w:qFormat/>
    <w:rPr>
      <w:b/>
      <w:bCs/>
      <w:i/>
      <w:iCs/>
      <w:spacing w:val="5"/>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1\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Single spaced (blank)</Template>
  <TotalTime>7</TotalTime>
  <Pages>1</Pages>
  <Words>134</Words>
  <Characters>770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7</cp:revision>
  <dcterms:created xsi:type="dcterms:W3CDTF">2019-05-06T21:09:00Z</dcterms:created>
  <dcterms:modified xsi:type="dcterms:W3CDTF">2019-05-20T14:31:00Z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TC027869999991</vt:lpwstr>
  </property>
</Properties>
</file>